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4A44562C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1F9BC9EF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C1E25">
        <w:rPr>
          <w:rFonts w:ascii="Segoe Print" w:hAnsi="Segoe Print"/>
          <w:b/>
          <w:sz w:val="24"/>
        </w:rPr>
        <w:t>13.</w:t>
      </w:r>
      <w:r w:rsidR="0010697E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</w:t>
      </w:r>
      <w:r w:rsidR="00D14B22">
        <w:rPr>
          <w:rFonts w:ascii="Segoe Print" w:hAnsi="Segoe Print"/>
          <w:b/>
          <w:sz w:val="24"/>
        </w:rPr>
        <w:t>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6495F5DF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E20822" w:rsidRPr="00A06D07" w14:paraId="1F0DD5D9" w14:textId="77777777" w:rsidTr="00037A50">
        <w:trPr>
          <w:trHeight w:val="1551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A06D07" w:rsidRDefault="00E20822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</w:t>
            </w:r>
            <w:r w:rsidR="0064471D" w:rsidRPr="00A06D07">
              <w:rPr>
                <w:rFonts w:ascii="Century Gothic" w:hAnsi="Century Gothic"/>
              </w:rPr>
              <w:t>)</w:t>
            </w:r>
          </w:p>
        </w:tc>
        <w:tc>
          <w:tcPr>
            <w:tcW w:w="4961" w:type="dxa"/>
            <w:tcBorders>
              <w:left w:val="nil"/>
            </w:tcBorders>
          </w:tcPr>
          <w:p w14:paraId="15F53652" w14:textId="77777777" w:rsidR="009A3834" w:rsidRPr="00214677" w:rsidRDefault="009A3834" w:rsidP="009A3834">
            <w:pPr>
              <w:tabs>
                <w:tab w:val="left" w:pos="1440"/>
              </w:tabs>
              <w:spacing w:before="120" w:after="0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The exchange rate is £</w:t>
            </w:r>
            <w:proofErr w:type="gramStart"/>
            <w:r w:rsidRPr="00214677">
              <w:rPr>
                <w:rFonts w:ascii="Century Gothic" w:hAnsi="Century Gothic"/>
              </w:rPr>
              <w:t>1 :</w:t>
            </w:r>
            <w:proofErr w:type="gramEnd"/>
            <w:r w:rsidRPr="00214677">
              <w:rPr>
                <w:rFonts w:ascii="Century Gothic" w:hAnsi="Century Gothic"/>
              </w:rPr>
              <w:t xml:space="preserve"> $25.3</w:t>
            </w:r>
          </w:p>
          <w:p w14:paraId="094D08F0" w14:textId="7D436F6C" w:rsidR="00E20822" w:rsidRPr="00214677" w:rsidRDefault="006D1E8E" w:rsidP="004A46A3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>How much is £25 is dollars?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20822" w:rsidRPr="00214677" w:rsidRDefault="0064471D" w:rsidP="004A46A3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432F63C1" w14:textId="79812DB0" w:rsidR="00561D0D" w:rsidRPr="00214677" w:rsidRDefault="00561D0D" w:rsidP="004A46A3">
            <w:pPr>
              <w:spacing w:before="120" w:after="0" w:line="240" w:lineRule="auto"/>
              <w:rPr>
                <w:rFonts w:ascii="Century Gothic" w:eastAsiaTheme="minorEastAsia" w:hAnsi="Century Gothic" w:cs="Tahoma"/>
              </w:rPr>
            </w:pPr>
            <w:r w:rsidRPr="00214677">
              <w:rPr>
                <w:rFonts w:ascii="Century Gothic" w:hAnsi="Century Gothic" w:cs="Tahoma"/>
              </w:rPr>
              <w:t xml:space="preserve">If </w:t>
            </w:r>
            <m:oMath>
              <m:r>
                <w:rPr>
                  <w:rFonts w:ascii="Cambria Math" w:hAnsi="Cambria Math" w:cs="Tahoma"/>
                </w:rPr>
                <m:t>a=5</m:t>
              </m:r>
            </m:oMath>
            <w:r w:rsidRPr="00214677">
              <w:rPr>
                <w:rFonts w:ascii="Century Gothic" w:eastAsiaTheme="minorEastAsia" w:hAnsi="Century Gothic" w:cs="Tahoma"/>
              </w:rPr>
              <w:t xml:space="preserve"> and </w:t>
            </w:r>
            <m:oMath>
              <m:r>
                <w:rPr>
                  <w:rFonts w:ascii="Cambria Math" w:eastAsiaTheme="minorEastAsia" w:hAnsi="Cambria Math" w:cs="Tahoma"/>
                </w:rPr>
                <m:t>b=7</m:t>
              </m:r>
            </m:oMath>
            <w:r w:rsidRPr="00214677">
              <w:rPr>
                <w:rFonts w:ascii="Century Gothic" w:eastAsiaTheme="minorEastAsia" w:hAnsi="Century Gothic" w:cs="Tahoma"/>
              </w:rPr>
              <w:t>, work out the value of</w:t>
            </w:r>
            <w:r w:rsidR="004A46A3" w:rsidRPr="00214677">
              <w:rPr>
                <w:rFonts w:ascii="Century Gothic" w:eastAsiaTheme="minorEastAsia" w:hAnsi="Century Gothic" w:cs="Tahoma"/>
              </w:rPr>
              <w:t>:</w:t>
            </w:r>
          </w:p>
          <w:p w14:paraId="594DF71C" w14:textId="209C363C" w:rsidR="00E20822" w:rsidRPr="00214677" w:rsidRDefault="00527D73" w:rsidP="004A46A3">
            <w:pPr>
              <w:spacing w:before="120" w:after="0" w:line="240" w:lineRule="auto"/>
              <w:jc w:val="center"/>
              <w:rPr>
                <w:rFonts w:ascii="Century Gothic" w:hAnsi="Century Gothic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ahoma"/>
                        <w:i/>
                        <w:noProof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ahoma"/>
                        <w:noProof/>
                      </w:rPr>
                      <m:t>4</m:t>
                    </m:r>
                    <m:r>
                      <w:rPr>
                        <w:rFonts w:ascii="Cambria Math" w:eastAsiaTheme="minorEastAsia" w:hAnsi="Cambria Math" w:cs="Tahoma"/>
                        <w:noProof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ahoma"/>
                        <w:noProof/>
                      </w:rPr>
                      <m:t>2</m:t>
                    </m:r>
                  </m:sup>
                </m:sSup>
              </m:oMath>
            </m:oMathPara>
          </w:p>
        </w:tc>
      </w:tr>
      <w:tr w:rsidR="00E20822" w:rsidRPr="00A06D07" w14:paraId="2FAB904D" w14:textId="77777777" w:rsidTr="00037A5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A06D07" w:rsidRDefault="0064471D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3845EB95" w14:textId="339A5972" w:rsidR="00E20822" w:rsidRPr="00214677" w:rsidRDefault="00EB65D1" w:rsidP="004A46A3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The probability of a green counter being selected is 0.</w:t>
            </w:r>
            <w:r w:rsidR="00A15BBF">
              <w:rPr>
                <w:rFonts w:ascii="Century Gothic" w:hAnsi="Century Gothic"/>
              </w:rPr>
              <w:t>15</w:t>
            </w:r>
            <w:r w:rsidRPr="00214677">
              <w:rPr>
                <w:rFonts w:ascii="Century Gothic" w:hAnsi="Century Gothic"/>
              </w:rPr>
              <w:t xml:space="preserve">.  How many counters would you expect to be green if a counter was selected </w:t>
            </w:r>
            <w:r w:rsidR="009C34C1">
              <w:rPr>
                <w:rFonts w:ascii="Century Gothic" w:hAnsi="Century Gothic"/>
              </w:rPr>
              <w:t>30</w:t>
            </w:r>
            <w:r w:rsidRPr="00214677">
              <w:rPr>
                <w:rFonts w:ascii="Century Gothic" w:hAnsi="Century Gothic"/>
              </w:rPr>
              <w:t>0 times?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214677" w:rsidRDefault="0064471D" w:rsidP="004A46A3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611FA27D" w14:textId="77777777" w:rsidR="00BA2BBF" w:rsidRDefault="004F2AEE" w:rsidP="00292BBA">
            <w:pPr>
              <w:spacing w:before="120" w:after="0" w:line="240" w:lineRule="auto"/>
              <w:rPr>
                <w:rFonts w:ascii="Arial" w:hAnsi="Arial" w:cs="Arial"/>
                <w:noProof/>
                <w:lang w:eastAsia="en-GB"/>
              </w:rPr>
            </w:pPr>
            <w:r w:rsidRPr="00214677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  <w:r w:rsidR="00767383">
              <w:rPr>
                <w:rFonts w:ascii="Arial" w:hAnsi="Arial" w:cs="Arial"/>
                <w:noProof/>
                <w:lang w:eastAsia="en-GB"/>
              </w:rPr>
              <w:t xml:space="preserve"> </w:t>
            </w:r>
          </w:p>
          <w:p w14:paraId="4FEF7014" w14:textId="772853B1" w:rsidR="00E20822" w:rsidRPr="00214677" w:rsidRDefault="00767383" w:rsidP="00292BBA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1BBF1E04" wp14:editId="40BEEA1E">
                  <wp:extent cx="919632" cy="1040859"/>
                  <wp:effectExtent l="0" t="0" r="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995" cy="1043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0822" w:rsidRPr="00A06D07" w14:paraId="44B9DE2A" w14:textId="77777777" w:rsidTr="00037A50">
        <w:trPr>
          <w:trHeight w:val="2392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A06D07" w:rsidRDefault="0064471D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49831498" w14:textId="4E2E06A1" w:rsidR="00C06B52" w:rsidRPr="00214677" w:rsidRDefault="00214677" w:rsidP="004A46A3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214677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2A695FC" wp14:editId="0ACC99AA">
                      <wp:simplePos x="0" y="0"/>
                      <wp:positionH relativeFrom="column">
                        <wp:posOffset>1693545</wp:posOffset>
                      </wp:positionH>
                      <wp:positionV relativeFrom="paragraph">
                        <wp:posOffset>1273175</wp:posOffset>
                      </wp:positionV>
                      <wp:extent cx="59690" cy="59690"/>
                      <wp:effectExtent l="12700" t="12700" r="16510" b="1651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" cy="596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C1626B" id="Oval 5" o:spid="_x0000_s1026" style="position:absolute;margin-left:133.35pt;margin-top:100.25pt;width:4.7pt;height:4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" fillcolor="#4f81bd [3204]" strokecolor="#243f60 [1604]" strokeweight="2pt"/>
                  </w:pict>
                </mc:Fallback>
              </mc:AlternateContent>
            </w:r>
            <w:r w:rsidRPr="00214677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0A7866A" wp14:editId="4043F9A2">
                      <wp:simplePos x="0" y="0"/>
                      <wp:positionH relativeFrom="column">
                        <wp:posOffset>1459730</wp:posOffset>
                      </wp:positionH>
                      <wp:positionV relativeFrom="paragraph">
                        <wp:posOffset>1113223</wp:posOffset>
                      </wp:positionV>
                      <wp:extent cx="341644" cy="281354"/>
                      <wp:effectExtent l="0" t="0" r="0" b="444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44" cy="28135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543FC29" w14:textId="77777777" w:rsidR="00B94DA2" w:rsidRDefault="00B94DA2" w:rsidP="00B94DA2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A786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114.95pt;margin-top:87.65pt;width:26.9pt;height:22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" filled="f" stroked="f" strokeweight=".5pt">
                      <v:textbox>
                        <w:txbxContent>
                          <w:p w14:paraId="1543FC29" w14:textId="77777777" w:rsidR="00B94DA2" w:rsidRDefault="00B94DA2" w:rsidP="00B94DA2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14677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FCC9956" wp14:editId="244EE5F2">
                      <wp:simplePos x="0" y="0"/>
                      <wp:positionH relativeFrom="column">
                        <wp:posOffset>3966210</wp:posOffset>
                      </wp:positionH>
                      <wp:positionV relativeFrom="paragraph">
                        <wp:posOffset>379095</wp:posOffset>
                      </wp:positionV>
                      <wp:extent cx="341630" cy="281305"/>
                      <wp:effectExtent l="0" t="0" r="0" b="444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3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842A43" w14:textId="77777777" w:rsidR="00B94DA2" w:rsidRDefault="00B94DA2" w:rsidP="00B94DA2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CC9956" id="Text Box 4" o:spid="_x0000_s1027" type="#_x0000_t202" style="position:absolute;margin-left:312.3pt;margin-top:29.85pt;width:26.9pt;height:22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" filled="f" stroked="f" strokeweight=".5pt">
                      <v:textbox>
                        <w:txbxContent>
                          <w:p w14:paraId="26842A43" w14:textId="77777777" w:rsidR="00B94DA2" w:rsidRDefault="00B94DA2" w:rsidP="00B94DA2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14677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2F910F6" wp14:editId="01D83CB3">
                      <wp:simplePos x="0" y="0"/>
                      <wp:positionH relativeFrom="column">
                        <wp:posOffset>3767468</wp:posOffset>
                      </wp:positionH>
                      <wp:positionV relativeFrom="paragraph">
                        <wp:posOffset>480141</wp:posOffset>
                      </wp:positionV>
                      <wp:extent cx="59690" cy="59690"/>
                      <wp:effectExtent l="12700" t="12700" r="16510" b="1651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" cy="596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E4C1AB" id="Oval 6" o:spid="_x0000_s1026" style="position:absolute;margin-left:296.65pt;margin-top:37.8pt;width:4.7pt;height:4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" fillcolor="#4f81bd [3204]" strokecolor="#243f60 [1604]" strokeweight="2pt"/>
                  </w:pict>
                </mc:Fallback>
              </mc:AlternateContent>
            </w:r>
            <w:r w:rsidR="00037A50" w:rsidRPr="00214677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84864" behindDoc="0" locked="0" layoutInCell="1" allowOverlap="1" wp14:anchorId="080AC43E" wp14:editId="5F9D52F3">
                  <wp:simplePos x="0" y="0"/>
                  <wp:positionH relativeFrom="column">
                    <wp:posOffset>5952531</wp:posOffset>
                  </wp:positionH>
                  <wp:positionV relativeFrom="paragraph">
                    <wp:posOffset>1204271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60A5" w:rsidRPr="00214677">
              <w:rPr>
                <w:rFonts w:ascii="Century Gothic" w:hAnsi="Century Gothic"/>
              </w:rPr>
              <w:t xml:space="preserve">Accurately </w:t>
            </w:r>
            <w:r w:rsidR="009B79BD" w:rsidRPr="00214677">
              <w:rPr>
                <w:rFonts w:ascii="Century Gothic" w:hAnsi="Century Gothic"/>
              </w:rPr>
              <w:t xml:space="preserve">shade </w:t>
            </w:r>
            <w:r w:rsidR="009B79BD" w:rsidRPr="00214677">
              <w:rPr>
                <w:rFonts w:ascii="Century Gothic" w:hAnsi="Century Gothic"/>
              </w:rPr>
              <w:t xml:space="preserve">the region that is closer to </w:t>
            </w:r>
            <w:r w:rsidR="00601A47">
              <w:rPr>
                <w:rFonts w:ascii="Century Gothic" w:hAnsi="Century Gothic"/>
              </w:rPr>
              <w:t>A</w:t>
            </w:r>
            <w:r w:rsidR="00595258" w:rsidRPr="00214677">
              <w:rPr>
                <w:rFonts w:ascii="Century Gothic" w:hAnsi="Century Gothic"/>
              </w:rPr>
              <w:t xml:space="preserve"> than </w:t>
            </w:r>
            <w:r w:rsidR="00601A47">
              <w:rPr>
                <w:rFonts w:ascii="Century Gothic" w:hAnsi="Century Gothic"/>
              </w:rPr>
              <w:t>B</w:t>
            </w:r>
            <w:r w:rsidR="00595258" w:rsidRPr="00214677">
              <w:rPr>
                <w:rFonts w:ascii="Century Gothic" w:hAnsi="Century Gothic"/>
              </w:rPr>
              <w:t xml:space="preserve"> and less than 4cm from A</w:t>
            </w:r>
          </w:p>
        </w:tc>
      </w:tr>
    </w:tbl>
    <w:p w14:paraId="58A0BEB9" w14:textId="77777777" w:rsidR="0010697E" w:rsidRDefault="0010697E" w:rsidP="0010697E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2512" behindDoc="0" locked="0" layoutInCell="1" allowOverlap="1" wp14:anchorId="2D15186E" wp14:editId="1D56FDE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22" name="Picture 12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1488" behindDoc="0" locked="0" layoutInCell="1" allowOverlap="1" wp14:anchorId="2D57DE90" wp14:editId="1F020B0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23" name="Picture 12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13.4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29C193A7" w14:textId="77777777" w:rsidR="0010697E" w:rsidRDefault="0010697E" w:rsidP="0010697E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10697E" w:rsidRPr="00A06D07" w14:paraId="52744B74" w14:textId="77777777" w:rsidTr="00EA5960">
        <w:trPr>
          <w:trHeight w:val="1551"/>
        </w:trPr>
        <w:tc>
          <w:tcPr>
            <w:tcW w:w="421" w:type="dxa"/>
            <w:tcBorders>
              <w:right w:val="nil"/>
            </w:tcBorders>
          </w:tcPr>
          <w:p w14:paraId="024A3C59" w14:textId="77777777" w:rsidR="0010697E" w:rsidRPr="00A06D07" w:rsidRDefault="0010697E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74F9CB2A" w14:textId="77777777" w:rsidR="0010697E" w:rsidRPr="00214677" w:rsidRDefault="0010697E" w:rsidP="00EA5960">
            <w:pPr>
              <w:tabs>
                <w:tab w:val="left" w:pos="1440"/>
              </w:tabs>
              <w:spacing w:before="120" w:after="0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The exchange rate is £</w:t>
            </w:r>
            <w:proofErr w:type="gramStart"/>
            <w:r w:rsidRPr="00214677">
              <w:rPr>
                <w:rFonts w:ascii="Century Gothic" w:hAnsi="Century Gothic"/>
              </w:rPr>
              <w:t>1 :</w:t>
            </w:r>
            <w:proofErr w:type="gramEnd"/>
            <w:r w:rsidRPr="00214677">
              <w:rPr>
                <w:rFonts w:ascii="Century Gothic" w:hAnsi="Century Gothic"/>
              </w:rPr>
              <w:t xml:space="preserve"> $25.3</w:t>
            </w:r>
          </w:p>
          <w:p w14:paraId="2DF40A3D" w14:textId="77777777" w:rsidR="0010697E" w:rsidRPr="00214677" w:rsidRDefault="0010697E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>How much is £25 is dollars?</w:t>
            </w:r>
          </w:p>
        </w:tc>
        <w:tc>
          <w:tcPr>
            <w:tcW w:w="425" w:type="dxa"/>
            <w:tcBorders>
              <w:right w:val="nil"/>
            </w:tcBorders>
          </w:tcPr>
          <w:p w14:paraId="06399A02" w14:textId="77777777" w:rsidR="0010697E" w:rsidRPr="00214677" w:rsidRDefault="0010697E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6AD5FC04" w14:textId="77777777" w:rsidR="0010697E" w:rsidRPr="00214677" w:rsidRDefault="0010697E" w:rsidP="00EA5960">
            <w:pPr>
              <w:spacing w:before="120" w:after="0" w:line="240" w:lineRule="auto"/>
              <w:rPr>
                <w:rFonts w:ascii="Century Gothic" w:eastAsiaTheme="minorEastAsia" w:hAnsi="Century Gothic" w:cs="Tahoma"/>
              </w:rPr>
            </w:pPr>
            <w:r w:rsidRPr="00214677">
              <w:rPr>
                <w:rFonts w:ascii="Century Gothic" w:hAnsi="Century Gothic" w:cs="Tahoma"/>
              </w:rPr>
              <w:t xml:space="preserve">If </w:t>
            </w:r>
            <m:oMath>
              <m:r>
                <w:rPr>
                  <w:rFonts w:ascii="Cambria Math" w:hAnsi="Cambria Math" w:cs="Tahoma"/>
                </w:rPr>
                <m:t>a=5</m:t>
              </m:r>
            </m:oMath>
            <w:r w:rsidRPr="00214677">
              <w:rPr>
                <w:rFonts w:ascii="Century Gothic" w:eastAsiaTheme="minorEastAsia" w:hAnsi="Century Gothic" w:cs="Tahoma"/>
              </w:rPr>
              <w:t xml:space="preserve"> and </w:t>
            </w:r>
            <m:oMath>
              <m:r>
                <w:rPr>
                  <w:rFonts w:ascii="Cambria Math" w:eastAsiaTheme="minorEastAsia" w:hAnsi="Cambria Math" w:cs="Tahoma"/>
                </w:rPr>
                <m:t>b=7</m:t>
              </m:r>
            </m:oMath>
            <w:r w:rsidRPr="00214677">
              <w:rPr>
                <w:rFonts w:ascii="Century Gothic" w:eastAsiaTheme="minorEastAsia" w:hAnsi="Century Gothic" w:cs="Tahoma"/>
              </w:rPr>
              <w:t>, work out the value of:</w:t>
            </w:r>
          </w:p>
          <w:p w14:paraId="2E32159F" w14:textId="77777777" w:rsidR="0010697E" w:rsidRPr="00214677" w:rsidRDefault="0010697E" w:rsidP="00EA5960">
            <w:pPr>
              <w:spacing w:before="120" w:after="0" w:line="240" w:lineRule="auto"/>
              <w:jc w:val="center"/>
              <w:rPr>
                <w:rFonts w:ascii="Century Gothic" w:hAnsi="Century Gothic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ahoma"/>
                        <w:i/>
                        <w:noProof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ahoma"/>
                        <w:noProof/>
                      </w:rPr>
                      <m:t>4</m:t>
                    </m:r>
                    <m:r>
                      <w:rPr>
                        <w:rFonts w:ascii="Cambria Math" w:eastAsiaTheme="minorEastAsia" w:hAnsi="Cambria Math" w:cs="Tahoma"/>
                        <w:noProof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ahoma"/>
                        <w:noProof/>
                      </w:rPr>
                      <m:t>2</m:t>
                    </m:r>
                  </m:sup>
                </m:sSup>
              </m:oMath>
            </m:oMathPara>
          </w:p>
        </w:tc>
      </w:tr>
      <w:tr w:rsidR="0010697E" w:rsidRPr="00A06D07" w14:paraId="175E1B03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527F810C" w14:textId="77777777" w:rsidR="0010697E" w:rsidRPr="00A06D07" w:rsidRDefault="0010697E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00869662" w14:textId="77777777" w:rsidR="0010697E" w:rsidRPr="00214677" w:rsidRDefault="0010697E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The probability of a green counter being selected is 0.</w:t>
            </w:r>
            <w:r>
              <w:rPr>
                <w:rFonts w:ascii="Century Gothic" w:hAnsi="Century Gothic"/>
              </w:rPr>
              <w:t>15</w:t>
            </w:r>
            <w:r w:rsidRPr="00214677">
              <w:rPr>
                <w:rFonts w:ascii="Century Gothic" w:hAnsi="Century Gothic"/>
              </w:rPr>
              <w:t xml:space="preserve">.  How many counters would you expect to be green if a counter was selected </w:t>
            </w:r>
            <w:r>
              <w:rPr>
                <w:rFonts w:ascii="Century Gothic" w:hAnsi="Century Gothic"/>
              </w:rPr>
              <w:t>30</w:t>
            </w:r>
            <w:r w:rsidRPr="00214677">
              <w:rPr>
                <w:rFonts w:ascii="Century Gothic" w:hAnsi="Century Gothic"/>
              </w:rPr>
              <w:t>0 times?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643EC17" w14:textId="77777777" w:rsidR="0010697E" w:rsidRPr="00214677" w:rsidRDefault="0010697E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214677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C51AEE" w14:textId="77777777" w:rsidR="0010697E" w:rsidRDefault="0010697E" w:rsidP="00EA5960">
            <w:pPr>
              <w:spacing w:before="120" w:after="0" w:line="240" w:lineRule="auto"/>
              <w:rPr>
                <w:rFonts w:ascii="Arial" w:hAnsi="Arial" w:cs="Arial"/>
                <w:noProof/>
                <w:lang w:eastAsia="en-GB"/>
              </w:rPr>
            </w:pPr>
            <w:r w:rsidRPr="00214677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  <w:r>
              <w:rPr>
                <w:rFonts w:ascii="Arial" w:hAnsi="Arial" w:cs="Arial"/>
                <w:noProof/>
                <w:lang w:eastAsia="en-GB"/>
              </w:rPr>
              <w:t xml:space="preserve"> </w:t>
            </w:r>
          </w:p>
          <w:p w14:paraId="42A6E2F8" w14:textId="77777777" w:rsidR="0010697E" w:rsidRPr="00214677" w:rsidRDefault="0010697E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2C6D3D9E" wp14:editId="75E1B3D5">
                  <wp:extent cx="919632" cy="1040859"/>
                  <wp:effectExtent l="0" t="0" r="0" b="635"/>
                  <wp:docPr id="124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995" cy="1043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97E" w:rsidRPr="00A06D07" w14:paraId="31C3515D" w14:textId="77777777" w:rsidTr="00EA5960">
        <w:trPr>
          <w:trHeight w:val="2392"/>
        </w:trPr>
        <w:tc>
          <w:tcPr>
            <w:tcW w:w="421" w:type="dxa"/>
            <w:tcBorders>
              <w:right w:val="nil"/>
            </w:tcBorders>
          </w:tcPr>
          <w:p w14:paraId="103F108B" w14:textId="77777777" w:rsidR="0010697E" w:rsidRPr="00A06D07" w:rsidRDefault="0010697E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5E6A5ECA" w14:textId="77777777" w:rsidR="0010697E" w:rsidRPr="00214677" w:rsidRDefault="0010697E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214677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EBCDF9F" wp14:editId="5EDBD0AB">
                      <wp:simplePos x="0" y="0"/>
                      <wp:positionH relativeFrom="column">
                        <wp:posOffset>1693545</wp:posOffset>
                      </wp:positionH>
                      <wp:positionV relativeFrom="paragraph">
                        <wp:posOffset>1273175</wp:posOffset>
                      </wp:positionV>
                      <wp:extent cx="59690" cy="59690"/>
                      <wp:effectExtent l="12700" t="12700" r="16510" b="16510"/>
                      <wp:wrapNone/>
                      <wp:docPr id="118" name="Oval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" cy="596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0945B8" id="Oval 118" o:spid="_x0000_s1026" style="position:absolute;margin-left:133.35pt;margin-top:100.25pt;width:4.7pt;height:4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" fillcolor="#4f81bd [3204]" strokecolor="#243f60 [1604]" strokeweight="2pt"/>
                  </w:pict>
                </mc:Fallback>
              </mc:AlternateContent>
            </w:r>
            <w:r w:rsidRPr="00214677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1E11E57" wp14:editId="2455D0DD">
                      <wp:simplePos x="0" y="0"/>
                      <wp:positionH relativeFrom="column">
                        <wp:posOffset>1459730</wp:posOffset>
                      </wp:positionH>
                      <wp:positionV relativeFrom="paragraph">
                        <wp:posOffset>1113223</wp:posOffset>
                      </wp:positionV>
                      <wp:extent cx="341644" cy="281354"/>
                      <wp:effectExtent l="0" t="0" r="0" b="4445"/>
                      <wp:wrapNone/>
                      <wp:docPr id="119" name="Text Box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44" cy="28135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64EB71" w14:textId="77777777" w:rsidR="0010697E" w:rsidRDefault="0010697E" w:rsidP="0010697E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E11E57" id="Text Box 119" o:spid="_x0000_s1028" type="#_x0000_t202" style="position:absolute;margin-left:114.95pt;margin-top:87.65pt;width:26.9pt;height:22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" filled="f" stroked="f" strokeweight=".5pt">
                      <v:textbox>
                        <w:txbxContent>
                          <w:p w14:paraId="1F64EB71" w14:textId="77777777" w:rsidR="0010697E" w:rsidRDefault="0010697E" w:rsidP="0010697E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14677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B3A7F49" wp14:editId="5E31D48E">
                      <wp:simplePos x="0" y="0"/>
                      <wp:positionH relativeFrom="column">
                        <wp:posOffset>3966210</wp:posOffset>
                      </wp:positionH>
                      <wp:positionV relativeFrom="paragraph">
                        <wp:posOffset>379095</wp:posOffset>
                      </wp:positionV>
                      <wp:extent cx="341630" cy="281305"/>
                      <wp:effectExtent l="0" t="0" r="0" b="4445"/>
                      <wp:wrapNone/>
                      <wp:docPr id="120" name="Text Box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3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A907E4" w14:textId="77777777" w:rsidR="0010697E" w:rsidRDefault="0010697E" w:rsidP="0010697E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A7F49" id="Text Box 120" o:spid="_x0000_s1029" type="#_x0000_t202" style="position:absolute;margin-left:312.3pt;margin-top:29.85pt;width:26.9pt;height:22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" filled="f" stroked="f" strokeweight=".5pt">
                      <v:textbox>
                        <w:txbxContent>
                          <w:p w14:paraId="7DA907E4" w14:textId="77777777" w:rsidR="0010697E" w:rsidRDefault="0010697E" w:rsidP="0010697E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14677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8B43EE7" wp14:editId="75DDEC4C">
                      <wp:simplePos x="0" y="0"/>
                      <wp:positionH relativeFrom="column">
                        <wp:posOffset>3767468</wp:posOffset>
                      </wp:positionH>
                      <wp:positionV relativeFrom="paragraph">
                        <wp:posOffset>480141</wp:posOffset>
                      </wp:positionV>
                      <wp:extent cx="59690" cy="59690"/>
                      <wp:effectExtent l="12700" t="12700" r="16510" b="16510"/>
                      <wp:wrapNone/>
                      <wp:docPr id="121" name="Oval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" cy="596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C99ABC" id="Oval 121" o:spid="_x0000_s1026" style="position:absolute;margin-left:296.65pt;margin-top:37.8pt;width:4.7pt;height:4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" fillcolor="#4f81bd [3204]" strokecolor="#243f60 [1604]" strokeweight="2pt"/>
                  </w:pict>
                </mc:Fallback>
              </mc:AlternateContent>
            </w:r>
            <w:r w:rsidRPr="00214677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13536" behindDoc="0" locked="0" layoutInCell="1" allowOverlap="1" wp14:anchorId="5DBF0B48" wp14:editId="0520A3C0">
                  <wp:simplePos x="0" y="0"/>
                  <wp:positionH relativeFrom="column">
                    <wp:posOffset>5952531</wp:posOffset>
                  </wp:positionH>
                  <wp:positionV relativeFrom="paragraph">
                    <wp:posOffset>1204271</wp:posOffset>
                  </wp:positionV>
                  <wp:extent cx="572135" cy="401320"/>
                  <wp:effectExtent l="0" t="0" r="0" b="5080"/>
                  <wp:wrapNone/>
                  <wp:docPr id="125" name="Picture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4677">
              <w:rPr>
                <w:rFonts w:ascii="Century Gothic" w:hAnsi="Century Gothic"/>
              </w:rPr>
              <w:t xml:space="preserve">Accurately shade the region that is closer to </w:t>
            </w:r>
            <w:r>
              <w:rPr>
                <w:rFonts w:ascii="Century Gothic" w:hAnsi="Century Gothic"/>
              </w:rPr>
              <w:t>A</w:t>
            </w:r>
            <w:r w:rsidRPr="00214677">
              <w:rPr>
                <w:rFonts w:ascii="Century Gothic" w:hAnsi="Century Gothic"/>
              </w:rPr>
              <w:t xml:space="preserve"> than </w:t>
            </w:r>
            <w:r>
              <w:rPr>
                <w:rFonts w:ascii="Century Gothic" w:hAnsi="Century Gothic"/>
              </w:rPr>
              <w:t>B</w:t>
            </w:r>
            <w:r w:rsidRPr="00214677">
              <w:rPr>
                <w:rFonts w:ascii="Century Gothic" w:hAnsi="Century Gothic"/>
              </w:rPr>
              <w:t xml:space="preserve"> and less than 4cm from A</w:t>
            </w:r>
          </w:p>
        </w:tc>
      </w:tr>
    </w:tbl>
    <w:p w14:paraId="467FD964" w14:textId="77777777" w:rsidR="00037A50" w:rsidRDefault="00037A50" w:rsidP="00BA1603">
      <w:pPr>
        <w:spacing w:after="120"/>
        <w:rPr>
          <w:rFonts w:ascii="Kristen ITC" w:hAnsi="Kristen ITC"/>
          <w:b/>
        </w:rPr>
      </w:pPr>
      <w:bookmarkStart w:id="0" w:name="_GoBack"/>
      <w:bookmarkEnd w:id="0"/>
    </w:p>
    <w:sectPr w:rsidR="00037A50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37A50"/>
    <w:rsid w:val="00072244"/>
    <w:rsid w:val="000826B9"/>
    <w:rsid w:val="00083325"/>
    <w:rsid w:val="000A43CA"/>
    <w:rsid w:val="000A63AF"/>
    <w:rsid w:val="000B2B5E"/>
    <w:rsid w:val="000B420F"/>
    <w:rsid w:val="000B5390"/>
    <w:rsid w:val="000F6BFE"/>
    <w:rsid w:val="0010697E"/>
    <w:rsid w:val="001274D6"/>
    <w:rsid w:val="001279F5"/>
    <w:rsid w:val="00130352"/>
    <w:rsid w:val="00143BE1"/>
    <w:rsid w:val="00150843"/>
    <w:rsid w:val="001826A9"/>
    <w:rsid w:val="00187009"/>
    <w:rsid w:val="001A1D1C"/>
    <w:rsid w:val="001A6603"/>
    <w:rsid w:val="001D484E"/>
    <w:rsid w:val="001E511C"/>
    <w:rsid w:val="00213C21"/>
    <w:rsid w:val="00214677"/>
    <w:rsid w:val="00292BBA"/>
    <w:rsid w:val="00293A17"/>
    <w:rsid w:val="00293BEA"/>
    <w:rsid w:val="00296DE9"/>
    <w:rsid w:val="002B63A6"/>
    <w:rsid w:val="002D25E6"/>
    <w:rsid w:val="002D4D8B"/>
    <w:rsid w:val="002D5D86"/>
    <w:rsid w:val="0031452F"/>
    <w:rsid w:val="003201EB"/>
    <w:rsid w:val="00325E6D"/>
    <w:rsid w:val="00327C60"/>
    <w:rsid w:val="00333535"/>
    <w:rsid w:val="00347394"/>
    <w:rsid w:val="0037571F"/>
    <w:rsid w:val="003E68F7"/>
    <w:rsid w:val="003F51D8"/>
    <w:rsid w:val="004015EA"/>
    <w:rsid w:val="00436C34"/>
    <w:rsid w:val="00461E42"/>
    <w:rsid w:val="0049275B"/>
    <w:rsid w:val="004A46A3"/>
    <w:rsid w:val="004B4B58"/>
    <w:rsid w:val="004B64DA"/>
    <w:rsid w:val="004C1FAF"/>
    <w:rsid w:val="004F2AEE"/>
    <w:rsid w:val="00503BC5"/>
    <w:rsid w:val="00505FC9"/>
    <w:rsid w:val="00515D3B"/>
    <w:rsid w:val="00525119"/>
    <w:rsid w:val="00527D73"/>
    <w:rsid w:val="005571E9"/>
    <w:rsid w:val="00561D0D"/>
    <w:rsid w:val="00575446"/>
    <w:rsid w:val="00580957"/>
    <w:rsid w:val="00595258"/>
    <w:rsid w:val="005C5905"/>
    <w:rsid w:val="005E1266"/>
    <w:rsid w:val="005E469A"/>
    <w:rsid w:val="00601A47"/>
    <w:rsid w:val="00603453"/>
    <w:rsid w:val="0064471D"/>
    <w:rsid w:val="00666176"/>
    <w:rsid w:val="00674C3D"/>
    <w:rsid w:val="006866A3"/>
    <w:rsid w:val="006C37A5"/>
    <w:rsid w:val="006C37E5"/>
    <w:rsid w:val="006D1E8E"/>
    <w:rsid w:val="006E5C4D"/>
    <w:rsid w:val="006F185A"/>
    <w:rsid w:val="00705472"/>
    <w:rsid w:val="00712C99"/>
    <w:rsid w:val="00714102"/>
    <w:rsid w:val="00766A10"/>
    <w:rsid w:val="00767383"/>
    <w:rsid w:val="00787CB3"/>
    <w:rsid w:val="007A1E0D"/>
    <w:rsid w:val="007B4226"/>
    <w:rsid w:val="007D5D58"/>
    <w:rsid w:val="007E2C1A"/>
    <w:rsid w:val="007F06CD"/>
    <w:rsid w:val="007F69F9"/>
    <w:rsid w:val="00831D41"/>
    <w:rsid w:val="00840927"/>
    <w:rsid w:val="00857220"/>
    <w:rsid w:val="00876A8E"/>
    <w:rsid w:val="00884433"/>
    <w:rsid w:val="008B0E29"/>
    <w:rsid w:val="008B5103"/>
    <w:rsid w:val="008D76D7"/>
    <w:rsid w:val="008E29DA"/>
    <w:rsid w:val="0090117B"/>
    <w:rsid w:val="009118B1"/>
    <w:rsid w:val="0094070B"/>
    <w:rsid w:val="0095325A"/>
    <w:rsid w:val="00971AEF"/>
    <w:rsid w:val="0098373C"/>
    <w:rsid w:val="0099142F"/>
    <w:rsid w:val="00995392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6BD1"/>
    <w:rsid w:val="00A06D07"/>
    <w:rsid w:val="00A13034"/>
    <w:rsid w:val="00A15BBF"/>
    <w:rsid w:val="00A72B2C"/>
    <w:rsid w:val="00AB54E4"/>
    <w:rsid w:val="00AD04E8"/>
    <w:rsid w:val="00AD1307"/>
    <w:rsid w:val="00AD3264"/>
    <w:rsid w:val="00AD3C1A"/>
    <w:rsid w:val="00B07CF2"/>
    <w:rsid w:val="00B109EA"/>
    <w:rsid w:val="00B72752"/>
    <w:rsid w:val="00B8569F"/>
    <w:rsid w:val="00B94DA2"/>
    <w:rsid w:val="00B96458"/>
    <w:rsid w:val="00BA1603"/>
    <w:rsid w:val="00BA2BBF"/>
    <w:rsid w:val="00BA7CD3"/>
    <w:rsid w:val="00BB35EA"/>
    <w:rsid w:val="00BE22E8"/>
    <w:rsid w:val="00BE7AC9"/>
    <w:rsid w:val="00BF0AC1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9225A"/>
    <w:rsid w:val="00CF24C6"/>
    <w:rsid w:val="00D017AE"/>
    <w:rsid w:val="00D14B22"/>
    <w:rsid w:val="00D239A9"/>
    <w:rsid w:val="00D26238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33C5E"/>
    <w:rsid w:val="00E3559C"/>
    <w:rsid w:val="00E7749A"/>
    <w:rsid w:val="00E86CC7"/>
    <w:rsid w:val="00E907F4"/>
    <w:rsid w:val="00E9577D"/>
    <w:rsid w:val="00EB65D1"/>
    <w:rsid w:val="00EC0572"/>
    <w:rsid w:val="00EC4CCA"/>
    <w:rsid w:val="00F11D9B"/>
    <w:rsid w:val="00F21F8D"/>
    <w:rsid w:val="00F303CE"/>
    <w:rsid w:val="00F3678B"/>
    <w:rsid w:val="00F8416B"/>
    <w:rsid w:val="00FA673D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3</cp:revision>
  <dcterms:created xsi:type="dcterms:W3CDTF">2019-05-30T14:35:00Z</dcterms:created>
  <dcterms:modified xsi:type="dcterms:W3CDTF">2019-05-30T14:37:00Z</dcterms:modified>
</cp:coreProperties>
</file>